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345" w:rsidRDefault="000D5345">
      <w:r>
        <w:rPr>
          <w:rFonts w:ascii="Arial" w:hAnsi="Arial" w:cs="Arial"/>
          <w:noProof/>
          <w:color w:val="F10909"/>
          <w:sz w:val="20"/>
          <w:szCs w:val="20"/>
          <w:lang w:eastAsia="en-NZ"/>
        </w:rPr>
        <w:drawing>
          <wp:inline distT="0" distB="0" distL="0" distR="0" wp14:anchorId="5F50D7AF" wp14:editId="108F025D">
            <wp:extent cx="6298194" cy="828136"/>
            <wp:effectExtent l="0" t="0" r="7620" b="0"/>
            <wp:docPr id="2" name="Picture 2" descr="Christmas Com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ristmas Comment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427" cy="83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5D6" w:rsidRDefault="00AC35D6"/>
    <w:p w:rsidR="00AC35D6" w:rsidRDefault="00AC35D6"/>
    <w:p w:rsidR="00AC35D6" w:rsidRDefault="00AC35D6">
      <w:pPr>
        <w:rPr>
          <w:rFonts w:ascii="Snap ITC" w:hAnsi="Snap ITC"/>
          <w:sz w:val="56"/>
          <w:szCs w:val="56"/>
        </w:rPr>
      </w:pPr>
      <w:r w:rsidRPr="00AC35D6">
        <w:rPr>
          <w:rFonts w:ascii="Snap ITC" w:hAnsi="Snap ITC"/>
          <w:sz w:val="56"/>
          <w:szCs w:val="56"/>
        </w:rPr>
        <w:t>AND A HAPPY NEW YEAR</w:t>
      </w:r>
    </w:p>
    <w:p w:rsidR="00AC35D6" w:rsidRDefault="00FD000C">
      <w:pPr>
        <w:rPr>
          <w:rFonts w:ascii="High Tower Text" w:hAnsi="High Tower Text"/>
          <w:sz w:val="40"/>
          <w:szCs w:val="40"/>
        </w:rPr>
      </w:pPr>
      <w:r>
        <w:rPr>
          <w:rFonts w:ascii="High Tower Text" w:hAnsi="High Tower Text"/>
          <w:sz w:val="40"/>
          <w:szCs w:val="40"/>
        </w:rPr>
        <w:t>Questions:</w:t>
      </w:r>
    </w:p>
    <w:p w:rsidR="00FD000C" w:rsidRDefault="00FD000C">
      <w:pPr>
        <w:rPr>
          <w:rFonts w:ascii="High Tower Text" w:hAnsi="High Tower Text"/>
          <w:sz w:val="40"/>
          <w:szCs w:val="40"/>
        </w:rPr>
      </w:pPr>
      <w:r>
        <w:rPr>
          <w:rFonts w:ascii="High Tower Text" w:hAnsi="High Tower Text"/>
          <w:sz w:val="40"/>
          <w:szCs w:val="40"/>
        </w:rPr>
        <w:t>What do you do at Christmas time?</w:t>
      </w:r>
    </w:p>
    <w:p w:rsidR="00FD000C" w:rsidRDefault="00FD000C">
      <w:pPr>
        <w:rPr>
          <w:rFonts w:ascii="High Tower Text" w:hAnsi="High Tower Text"/>
          <w:sz w:val="40"/>
          <w:szCs w:val="40"/>
        </w:rPr>
      </w:pPr>
      <w:r>
        <w:rPr>
          <w:rFonts w:ascii="High Tower Text" w:hAnsi="High Tower Text"/>
          <w:sz w:val="40"/>
          <w:szCs w:val="40"/>
        </w:rPr>
        <w:t>Does it snow in Arizona?</w:t>
      </w:r>
    </w:p>
    <w:p w:rsidR="00FD000C" w:rsidRDefault="00FD000C">
      <w:pPr>
        <w:rPr>
          <w:rFonts w:ascii="High Tower Text" w:hAnsi="High Tower Text"/>
          <w:sz w:val="40"/>
          <w:szCs w:val="40"/>
        </w:rPr>
      </w:pPr>
      <w:r>
        <w:rPr>
          <w:rFonts w:ascii="High Tower Text" w:hAnsi="High Tower Text"/>
          <w:sz w:val="40"/>
          <w:szCs w:val="40"/>
        </w:rPr>
        <w:t>Do you have Christmas holidays in Arizona?</w:t>
      </w:r>
    </w:p>
    <w:p w:rsidR="00FD000C" w:rsidRPr="00AC35D6" w:rsidRDefault="00FD000C">
      <w:pPr>
        <w:rPr>
          <w:rFonts w:ascii="High Tower Text" w:hAnsi="High Tower Text"/>
          <w:sz w:val="40"/>
          <w:szCs w:val="40"/>
        </w:rPr>
      </w:pPr>
    </w:p>
    <w:p w:rsidR="00AC35D6" w:rsidRDefault="00AC35D6">
      <w:pPr>
        <w:rPr>
          <w:rFonts w:ascii="High Tower Text" w:hAnsi="High Tower Text"/>
          <w:sz w:val="40"/>
          <w:szCs w:val="40"/>
        </w:rPr>
      </w:pPr>
      <w:r w:rsidRPr="00AC35D6">
        <w:rPr>
          <w:rFonts w:ascii="High Tower Text" w:hAnsi="High Tower Text"/>
          <w:sz w:val="40"/>
          <w:szCs w:val="40"/>
        </w:rPr>
        <w:t>From Anya</w:t>
      </w:r>
    </w:p>
    <w:p w:rsidR="00AC35D6" w:rsidRDefault="00AC35D6">
      <w:pPr>
        <w:rPr>
          <w:rFonts w:ascii="High Tower Text" w:hAnsi="High Tower Text"/>
          <w:sz w:val="40"/>
          <w:szCs w:val="40"/>
        </w:rPr>
      </w:pPr>
    </w:p>
    <w:p w:rsidR="00AC35D6" w:rsidRDefault="00AC35D6">
      <w:pPr>
        <w:rPr>
          <w:rFonts w:ascii="High Tower Text" w:hAnsi="High Tower Text"/>
          <w:sz w:val="40"/>
          <w:szCs w:val="40"/>
        </w:rPr>
      </w:pPr>
      <w:r>
        <w:rPr>
          <w:rFonts w:ascii="Arial" w:hAnsi="Arial" w:cs="Arial"/>
          <w:noProof/>
          <w:color w:val="1122CC"/>
          <w:sz w:val="27"/>
          <w:szCs w:val="27"/>
          <w:lang w:eastAsia="en-NZ"/>
        </w:rPr>
        <w:drawing>
          <wp:inline distT="0" distB="0" distL="0" distR="0" wp14:anchorId="4DEF5940" wp14:editId="723FD825">
            <wp:extent cx="2424023" cy="3276706"/>
            <wp:effectExtent l="0" t="0" r="0" b="0"/>
            <wp:docPr id="3" name="rg_hi" descr="http://t1.gstatic.com/images?q=tbn:ANd9GcT419u_ZQf4C0Y_YUP3F6TG098hY3ElwlJ5fjAiw6FjNgXUImvWV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419u_ZQf4C0Y_YUP3F6TG098hY3ElwlJ5fjAiw6FjNgXUImvWV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97" cy="327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35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345"/>
    <w:rsid w:val="000D5345"/>
    <w:rsid w:val="0043069C"/>
    <w:rsid w:val="00AC35D6"/>
    <w:rsid w:val="00FD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3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3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o.nz/imgres?q=christmas+tree&amp;um=1&amp;hl=en&amp;safe=active&amp;sa=N&amp;tbo=d&amp;rlz=1T4ADRA_enNZ421&amp;biw=1680&amp;bih=837&amp;tbm=isch&amp;tbnid=n3aVIQaS8uD_JM:&amp;imgrefurl=http://en.loadtr.com/_christmas_tree_-470037.htm&amp;docid=geeyPzrmP0c3eM&amp;imgurl=http://img1.loadtr.com/k-470038-_Christmas_Tree_.gif&amp;w=417&amp;h=563&amp;ei=6L7HUJ_XKueimQWP2YGYAw&amp;zoom=1&amp;iact=hc&amp;vpx=1125&amp;vpy=458&amp;dur=563&amp;hovh=261&amp;hovw=193&amp;tx=108&amp;ty=212&amp;sig=115746048571777693682&amp;page=2&amp;tbnh=136&amp;tbnw=101&amp;start=50&amp;ndsp=62&amp;ved=1t:429,r:87,s:0,i:352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E1E0B987</Template>
  <TotalTime>17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2012-12-11T23:01:00Z</dcterms:created>
  <dcterms:modified xsi:type="dcterms:W3CDTF">2012-12-16T20:14:00Z</dcterms:modified>
</cp:coreProperties>
</file>